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7E2806D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4A55ED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79BF17A9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4A55ED">
        <w:rPr>
          <w:rFonts w:ascii="Corbel" w:hAnsi="Corbel"/>
          <w:sz w:val="20"/>
          <w:szCs w:val="20"/>
        </w:rPr>
        <w:t>4</w:t>
      </w:r>
      <w:r w:rsidRPr="007428EA">
        <w:rPr>
          <w:rFonts w:ascii="Corbel" w:hAnsi="Corbel"/>
          <w:sz w:val="20"/>
          <w:szCs w:val="20"/>
        </w:rPr>
        <w:t>/202</w:t>
      </w:r>
      <w:r w:rsidR="004A55E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12998B1D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A63499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644962" w:rsidRPr="007428EA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7428EA" w:rsidRDefault="007428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38EE7C27" w:rsidR="00015B8F" w:rsidRPr="007428EA" w:rsidRDefault="00A63499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FC0C5A" w:rsidRPr="007428EA" w:rsidRDefault="007428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40814" w:rsidRPr="007428EA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5AD75636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0643FF57" w:rsidR="00103FEB" w:rsidRPr="007428EA" w:rsidRDefault="00F908B5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03FEB" w:rsidRPr="007428E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F8BB" w14:textId="77777777" w:rsidR="00DF7308" w:rsidRDefault="00DF7308" w:rsidP="00C16ABF">
      <w:pPr>
        <w:spacing w:after="0" w:line="240" w:lineRule="auto"/>
      </w:pPr>
      <w:r>
        <w:separator/>
      </w:r>
    </w:p>
  </w:endnote>
  <w:endnote w:type="continuationSeparator" w:id="0">
    <w:p w14:paraId="01D7B72B" w14:textId="77777777" w:rsidR="00DF7308" w:rsidRDefault="00DF73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96B10" w14:textId="77777777" w:rsidR="00DF7308" w:rsidRDefault="00DF7308" w:rsidP="00C16ABF">
      <w:pPr>
        <w:spacing w:after="0" w:line="240" w:lineRule="auto"/>
      </w:pPr>
      <w:r>
        <w:separator/>
      </w:r>
    </w:p>
  </w:footnote>
  <w:footnote w:type="continuationSeparator" w:id="0">
    <w:p w14:paraId="6D8AA267" w14:textId="77777777" w:rsidR="00DF7308" w:rsidRDefault="00DF730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6830627">
    <w:abstractNumId w:val="1"/>
  </w:num>
  <w:num w:numId="2" w16cid:durableId="258756179">
    <w:abstractNumId w:val="6"/>
  </w:num>
  <w:num w:numId="3" w16cid:durableId="151878504">
    <w:abstractNumId w:val="3"/>
  </w:num>
  <w:num w:numId="4" w16cid:durableId="1027683431">
    <w:abstractNumId w:val="0"/>
  </w:num>
  <w:num w:numId="5" w16cid:durableId="1636716606">
    <w:abstractNumId w:val="2"/>
  </w:num>
  <w:num w:numId="6" w16cid:durableId="1307248026">
    <w:abstractNumId w:val="4"/>
  </w:num>
  <w:num w:numId="7" w16cid:durableId="1135374744">
    <w:abstractNumId w:val="7"/>
  </w:num>
  <w:num w:numId="8" w16cid:durableId="176194944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583E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75D0A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55E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34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DF7308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2DEB"/>
    <w:rsid w:val="00EF3C3E"/>
    <w:rsid w:val="00F070AB"/>
    <w:rsid w:val="00F27A7B"/>
    <w:rsid w:val="00F406BC"/>
    <w:rsid w:val="00F617C3"/>
    <w:rsid w:val="00F7066B"/>
    <w:rsid w:val="00F908B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01EF09-1A3C-41FC-ACC0-39DACE7DF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570158-647D-4AFC-BB35-5DC32A5C1B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CACDD6-6730-46BB-AED8-2A7F0D65A7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901</Words>
  <Characters>5410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20</cp:revision>
  <cp:lastPrinted>2017-04-27T18:28:00Z</cp:lastPrinted>
  <dcterms:created xsi:type="dcterms:W3CDTF">2020-12-04T17:08:00Z</dcterms:created>
  <dcterms:modified xsi:type="dcterms:W3CDTF">2022-05-31T17:57:00Z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